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</w:t>
      </w:r>
      <w:r w:rsidR="00BC6F1D">
        <w:rPr>
          <w:rFonts w:ascii="Arial" w:hAnsi="Arial" w:cs="Arial"/>
          <w:b/>
          <w:sz w:val="24"/>
        </w:rPr>
        <w:t>5.</w:t>
      </w:r>
      <w:proofErr w:type="gramStart"/>
      <w:r w:rsidR="00AB1E58">
        <w:rPr>
          <w:rFonts w:ascii="Arial" w:hAnsi="Arial" w:cs="Arial"/>
          <w:b/>
          <w:sz w:val="24"/>
        </w:rPr>
        <w:t>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</w:t>
      </w:r>
      <w:proofErr w:type="gramEnd"/>
      <w:r w:rsidR="00D7628F">
        <w:rPr>
          <w:rFonts w:ascii="Arial" w:hAnsi="Arial" w:cs="Arial"/>
          <w:b/>
          <w:sz w:val="24"/>
        </w:rPr>
        <w:t xml:space="preserve">  </w:t>
      </w:r>
      <w:r w:rsidR="00AB1E58">
        <w:rPr>
          <w:rFonts w:ascii="Arial" w:hAnsi="Arial" w:cs="Arial"/>
          <w:b/>
          <w:sz w:val="24"/>
        </w:rPr>
        <w:t>Palmen winterfest machen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B000E6" w:rsidRDefault="00B000E6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</w:p>
    <w:p w:rsidR="00372096" w:rsidRPr="00A81AD5" w:rsidRDefault="00A938E6" w:rsidP="00A81AD5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>
        <w:object w:dxaOrig="8806" w:dyaOrig="11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40.25pt;height:575.25pt" o:ole="">
            <v:imagedata r:id="rId8" o:title=""/>
          </v:shape>
          <o:OLEObject Type="Embed" ProgID="Visio.Drawing.15" ShapeID="_x0000_i1031" DrawAspect="Content" ObjectID="_1597556123" r:id="rId9"/>
        </w:object>
      </w:r>
      <w:bookmarkStart w:id="0" w:name="_GoBack"/>
      <w:bookmarkEnd w:id="0"/>
    </w:p>
    <w:sectPr w:rsidR="00372096" w:rsidRPr="00A81AD5" w:rsidSect="007560C5">
      <w:headerReference w:type="default" r:id="rId10"/>
      <w:footerReference w:type="default" r:id="rId11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73" w:rsidRDefault="004D5173" w:rsidP="00F15712">
      <w:pPr>
        <w:spacing w:after="0" w:line="240" w:lineRule="auto"/>
      </w:pPr>
      <w:r>
        <w:separator/>
      </w:r>
    </w:p>
  </w:endnote>
  <w:endnote w:type="continuationSeparator" w:id="0">
    <w:p w:rsidR="004D5173" w:rsidRDefault="004D5173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A81AD5" w:rsidRDefault="0059458F" w:rsidP="00A81AD5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30594F">
      <w:rPr>
        <w:rFonts w:ascii="Calibri" w:eastAsia="Calibri" w:hAnsi="Calibri" w:cs="Times New Roman"/>
        <w:noProof/>
      </w:rPr>
      <w:t>L2_2.5.2 Lösung Wintervorbereitung_Palmen.docx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A938E6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A938E6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73" w:rsidRDefault="004D5173" w:rsidP="00F15712">
      <w:pPr>
        <w:spacing w:after="0" w:line="240" w:lineRule="auto"/>
      </w:pPr>
      <w:r>
        <w:separator/>
      </w:r>
    </w:p>
  </w:footnote>
  <w:footnote w:type="continuationSeparator" w:id="0">
    <w:p w:rsidR="004D5173" w:rsidRDefault="004D5173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96174"/>
    <w:rsid w:val="0009651B"/>
    <w:rsid w:val="000B6D2B"/>
    <w:rsid w:val="000D3C16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0594F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34F39"/>
    <w:rsid w:val="00444453"/>
    <w:rsid w:val="0045756F"/>
    <w:rsid w:val="004637CD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4D5173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D6A18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45E5"/>
    <w:rsid w:val="008D34D1"/>
    <w:rsid w:val="008E43AF"/>
    <w:rsid w:val="008F2FDD"/>
    <w:rsid w:val="008F4DA2"/>
    <w:rsid w:val="008F5080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4588"/>
    <w:rsid w:val="009F5501"/>
    <w:rsid w:val="00A027CD"/>
    <w:rsid w:val="00A059F9"/>
    <w:rsid w:val="00A3260B"/>
    <w:rsid w:val="00A5242A"/>
    <w:rsid w:val="00A81AD5"/>
    <w:rsid w:val="00A83480"/>
    <w:rsid w:val="00A8356A"/>
    <w:rsid w:val="00A91BA7"/>
    <w:rsid w:val="00A938E6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000E6"/>
    <w:rsid w:val="00B154A2"/>
    <w:rsid w:val="00B16A99"/>
    <w:rsid w:val="00B255CB"/>
    <w:rsid w:val="00B26D60"/>
    <w:rsid w:val="00B426E9"/>
    <w:rsid w:val="00B45E98"/>
    <w:rsid w:val="00B77A89"/>
    <w:rsid w:val="00B83FAA"/>
    <w:rsid w:val="00B9036D"/>
    <w:rsid w:val="00B91C5D"/>
    <w:rsid w:val="00B94613"/>
    <w:rsid w:val="00BA43CC"/>
    <w:rsid w:val="00BC6F1D"/>
    <w:rsid w:val="00BD75B3"/>
    <w:rsid w:val="00BE1A6B"/>
    <w:rsid w:val="00C27C1F"/>
    <w:rsid w:val="00C37882"/>
    <w:rsid w:val="00C470D5"/>
    <w:rsid w:val="00C631A7"/>
    <w:rsid w:val="00C63ECE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3C82"/>
    <w:rsid w:val="00DC59BF"/>
    <w:rsid w:val="00DC6B45"/>
    <w:rsid w:val="00DD42FF"/>
    <w:rsid w:val="00DD6CDC"/>
    <w:rsid w:val="00DF4DAA"/>
    <w:rsid w:val="00E07C3C"/>
    <w:rsid w:val="00E142C4"/>
    <w:rsid w:val="00E35867"/>
    <w:rsid w:val="00E42A48"/>
    <w:rsid w:val="00E77560"/>
    <w:rsid w:val="00E8002F"/>
    <w:rsid w:val="00E9689C"/>
    <w:rsid w:val="00E96EC2"/>
    <w:rsid w:val="00EB29E5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9003E-233B-4797-AC63-149D5DB3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29208B52.dotm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34</cp:revision>
  <cp:lastPrinted>2015-02-10T17:15:00Z</cp:lastPrinted>
  <dcterms:created xsi:type="dcterms:W3CDTF">2018-04-03T10:30:00Z</dcterms:created>
  <dcterms:modified xsi:type="dcterms:W3CDTF">2018-09-04T06:49:00Z</dcterms:modified>
</cp:coreProperties>
</file>